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7"/>
        <w:gridCol w:w="4641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524566">
              <w:rPr>
                <w:b/>
              </w:rPr>
              <w:t>caleb</w:t>
            </w:r>
            <w:proofErr w:type="spellEnd"/>
            <w:r w:rsidR="00524566">
              <w:rPr>
                <w:b/>
              </w:rPr>
              <w:t xml:space="preserve"> r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524566">
              <w:rPr>
                <w:b/>
              </w:rPr>
              <w:t>2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524566">
              <w:rPr>
                <w:b/>
              </w:rPr>
              <w:t>Egonomics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524566">
              <w:rPr>
                <w:b/>
              </w:rPr>
              <w:t xml:space="preserve">The </w:t>
            </w:r>
            <w:proofErr w:type="spellStart"/>
            <w:r w:rsidR="00524566">
              <w:rPr>
                <w:b/>
              </w:rPr>
              <w:t>desighn</w:t>
            </w:r>
            <w:proofErr w:type="spellEnd"/>
            <w:r w:rsidR="00524566">
              <w:rPr>
                <w:b/>
              </w:rPr>
              <w:t xml:space="preserve"> of workspace according to human needs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524566"/>
    <w:rsid w:val="00013BD3"/>
    <w:rsid w:val="0039291A"/>
    <w:rsid w:val="003A37C7"/>
    <w:rsid w:val="003C456B"/>
    <w:rsid w:val="003D004D"/>
    <w:rsid w:val="00480FC9"/>
    <w:rsid w:val="004F7C77"/>
    <w:rsid w:val="00524566"/>
    <w:rsid w:val="005E5126"/>
    <w:rsid w:val="00830AA8"/>
    <w:rsid w:val="00A36B4B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8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1</cp:revision>
  <dcterms:created xsi:type="dcterms:W3CDTF">2012-01-09T18:30:00Z</dcterms:created>
  <dcterms:modified xsi:type="dcterms:W3CDTF">2012-01-09T18:38:00Z</dcterms:modified>
</cp:coreProperties>
</file>